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46700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B702EBC" w14:textId="77777777" w:rsidR="00411592" w:rsidRDefault="00411592" w:rsidP="00411592">
      <w:pPr>
        <w:spacing w:line="276" w:lineRule="auto"/>
      </w:pPr>
    </w:p>
    <w:p w14:paraId="29BDC3EE" w14:textId="77777777" w:rsidR="00411592" w:rsidRPr="00411592" w:rsidRDefault="00621997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Separation of Mixtures Lab Reflection</w:t>
      </w:r>
    </w:p>
    <w:p w14:paraId="70124EEF" w14:textId="77777777" w:rsidR="00411592" w:rsidRDefault="00411592" w:rsidP="00411592">
      <w:pPr>
        <w:spacing w:line="276" w:lineRule="auto"/>
      </w:pPr>
    </w:p>
    <w:p w14:paraId="096B1FFD" w14:textId="77777777" w:rsidR="00411592" w:rsidRDefault="00621997" w:rsidP="00411592">
      <w:pPr>
        <w:spacing w:line="276" w:lineRule="auto"/>
      </w:pPr>
      <w:r>
        <w:t xml:space="preserve">Write a reflection </w:t>
      </w:r>
      <w:r w:rsidRPr="00621997">
        <w:rPr>
          <w:u w:val="single"/>
        </w:rPr>
        <w:t>in complete sentences</w:t>
      </w:r>
      <w:r>
        <w:t xml:space="preserve"> that answers the following questions:</w:t>
      </w:r>
    </w:p>
    <w:p w14:paraId="6DB6D572" w14:textId="77777777" w:rsidR="00621997" w:rsidRDefault="00621997" w:rsidP="00621997">
      <w:pPr>
        <w:pStyle w:val="ListParagraph"/>
        <w:numPr>
          <w:ilvl w:val="0"/>
          <w:numId w:val="1"/>
        </w:numPr>
        <w:spacing w:line="276" w:lineRule="auto"/>
      </w:pPr>
      <w:r>
        <w:t>What was the purpose of the lab?</w:t>
      </w:r>
    </w:p>
    <w:p w14:paraId="1A275A85" w14:textId="77777777" w:rsidR="00621997" w:rsidRDefault="00621997" w:rsidP="00621997">
      <w:pPr>
        <w:pStyle w:val="ListParagraph"/>
        <w:numPr>
          <w:ilvl w:val="0"/>
          <w:numId w:val="1"/>
        </w:numPr>
        <w:spacing w:line="276" w:lineRule="auto"/>
      </w:pPr>
      <w:r>
        <w:t>What are physical properties?</w:t>
      </w:r>
    </w:p>
    <w:p w14:paraId="72C86D91" w14:textId="77777777" w:rsidR="00621997" w:rsidRDefault="00621997" w:rsidP="00621997">
      <w:pPr>
        <w:pStyle w:val="ListParagraph"/>
        <w:numPr>
          <w:ilvl w:val="0"/>
          <w:numId w:val="1"/>
        </w:numPr>
        <w:spacing w:line="276" w:lineRule="auto"/>
      </w:pPr>
      <w:r>
        <w:t>How did you separate each part of the mixture? Include which physical properties you used to separate the ingredient from the mixture.</w:t>
      </w:r>
    </w:p>
    <w:p w14:paraId="0E2037EF" w14:textId="77777777" w:rsidR="00621997" w:rsidRDefault="00621997" w:rsidP="00621997">
      <w:pPr>
        <w:pStyle w:val="ListParagraph"/>
        <w:numPr>
          <w:ilvl w:val="0"/>
          <w:numId w:val="1"/>
        </w:numPr>
        <w:spacing w:line="276" w:lineRule="auto"/>
      </w:pPr>
      <w:r>
        <w:t>What would you do differently if you could separate the mixture again? This part should be at least 3 sentences.</w:t>
      </w:r>
    </w:p>
    <w:p w14:paraId="050E80CD" w14:textId="77777777" w:rsidR="00621997" w:rsidRDefault="00621997" w:rsidP="00621997">
      <w:pPr>
        <w:spacing w:line="480" w:lineRule="auto"/>
      </w:pPr>
    </w:p>
    <w:p w14:paraId="186FFC10" w14:textId="77777777" w:rsidR="00621997" w:rsidRDefault="00621997" w:rsidP="00621997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14:paraId="1B259F26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0D57242A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63130AF0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6C97956B" w14:textId="77777777" w:rsidR="00621997" w:rsidRDefault="00621997" w:rsidP="00621997">
      <w:pPr>
        <w:spacing w:line="480" w:lineRule="auto"/>
      </w:pPr>
    </w:p>
    <w:p w14:paraId="0E4C09DC" w14:textId="77777777" w:rsidR="00621997" w:rsidRDefault="00621997" w:rsidP="00621997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14:paraId="1622E443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539B9FAD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144998AD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6672DCBE" w14:textId="77777777" w:rsidR="00621997" w:rsidRDefault="00621997" w:rsidP="00621997">
      <w:pPr>
        <w:spacing w:line="480" w:lineRule="auto"/>
      </w:pPr>
    </w:p>
    <w:p w14:paraId="5F8B5231" w14:textId="77777777" w:rsidR="00621997" w:rsidRDefault="00621997" w:rsidP="00621997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14:paraId="7EDD1496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026BC930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7C11F24D" w14:textId="77777777" w:rsidR="00621997" w:rsidRDefault="00621997" w:rsidP="00621997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14:paraId="57897932" w14:textId="77777777" w:rsidR="00621997" w:rsidRDefault="00621997" w:rsidP="00621997">
      <w:pPr>
        <w:spacing w:line="480" w:lineRule="auto"/>
      </w:pPr>
      <w:bookmarkStart w:id="0" w:name="_GoBack"/>
      <w:bookmarkEnd w:id="0"/>
    </w:p>
    <w:sectPr w:rsidR="00621997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C0DFB"/>
    <w:multiLevelType w:val="hybridMultilevel"/>
    <w:tmpl w:val="020E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97"/>
    <w:rsid w:val="000130D6"/>
    <w:rsid w:val="000F12BF"/>
    <w:rsid w:val="00411592"/>
    <w:rsid w:val="0062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F5D1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3</TotalTime>
  <Pages>1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2017-09-08T11:51:00Z</cp:lastPrinted>
  <dcterms:created xsi:type="dcterms:W3CDTF">2017-09-08T11:48:00Z</dcterms:created>
  <dcterms:modified xsi:type="dcterms:W3CDTF">2017-09-08T12:44:00Z</dcterms:modified>
</cp:coreProperties>
</file>